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1615"/>
        <w:gridCol w:w="319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38"/>
      </w:tblGrid>
      <w:tr w:rsidR="002532B1" w:rsidRPr="00A93729" w:rsidTr="00E96AC9">
        <w:trPr>
          <w:trHeight w:val="170"/>
        </w:trPr>
        <w:tc>
          <w:tcPr>
            <w:tcW w:w="10772" w:type="dxa"/>
            <w:gridSpan w:val="2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tabs>
                <w:tab w:val="center" w:pos="5356"/>
                <w:tab w:val="right" w:pos="10712"/>
              </w:tabs>
              <w:spacing w:line="140" w:lineRule="exact"/>
              <w:rPr>
                <w:rFonts w:ascii="Arial" w:hAnsi="Arial" w:cs="Arial"/>
                <w:b/>
                <w:color w:val="000000"/>
                <w:sz w:val="14"/>
              </w:rPr>
            </w:pPr>
            <w:bookmarkStart w:id="0" w:name="_GoBack"/>
            <w:bookmarkEnd w:id="0"/>
            <w:r w:rsidRPr="00A93729">
              <w:rPr>
                <w:rFonts w:ascii="Arial" w:hAnsi="Arial" w:cs="Arial"/>
                <w:b/>
                <w:color w:val="000000"/>
                <w:sz w:val="14"/>
              </w:rPr>
              <w:tab/>
            </w:r>
            <w:r w:rsidRPr="00A93729">
              <w:rPr>
                <w:rFonts w:ascii="Arial" w:hAnsi="Arial" w:cs="Arial"/>
                <w:b/>
                <w:color w:val="000000"/>
                <w:sz w:val="14"/>
              </w:rPr>
              <w:tab/>
              <w:t>Table 51        Sunday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Train ID</w:t>
            </w:r>
          </w:p>
        </w:tc>
        <w:tc>
          <w:tcPr>
            <w:tcW w:w="31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1M30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1M34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1M38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1M42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1E44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1M46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1E48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1M50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1E52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1M54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1S56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1M58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1E60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1M62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1E64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1M66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1M68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1M70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1M71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1M74</w:t>
            </w:r>
          </w:p>
        </w:tc>
        <w:tc>
          <w:tcPr>
            <w:tcW w:w="43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1M96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Catering Symbols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BRFACE3" w:hAnsi="BRFACE3" w:cs="Arial"/>
                <w:b/>
                <w:color w:val="000000"/>
                <w:sz w:val="12"/>
              </w:rPr>
              <w:t>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BRFACE3" w:hAnsi="BRFACE3" w:cs="Arial"/>
                <w:b/>
                <w:color w:val="000000"/>
                <w:sz w:val="12"/>
              </w:rPr>
              <w:t>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BRFACE3" w:hAnsi="BRFACE3" w:cs="Arial"/>
                <w:b/>
                <w:color w:val="000000"/>
                <w:sz w:val="12"/>
              </w:rPr>
              <w:t>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BRFACE3" w:hAnsi="BRFACE3" w:cs="Arial"/>
                <w:b/>
                <w:color w:val="000000"/>
                <w:sz w:val="12"/>
              </w:rPr>
              <w:t>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BRFACE3" w:hAnsi="BRFACE3" w:cs="Arial"/>
                <w:b/>
                <w:color w:val="000000"/>
                <w:sz w:val="12"/>
              </w:rPr>
              <w:t>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BRFACE3" w:hAnsi="BRFACE3" w:cs="Arial"/>
                <w:b/>
                <w:color w:val="000000"/>
                <w:sz w:val="12"/>
              </w:rPr>
              <w:t>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BRFACE3" w:hAnsi="BRFACE3" w:cs="Arial"/>
                <w:b/>
                <w:color w:val="000000"/>
                <w:sz w:val="12"/>
              </w:rPr>
              <w:t>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BRFACE3" w:hAnsi="BRFACE3" w:cs="Arial"/>
                <w:b/>
                <w:color w:val="000000"/>
                <w:sz w:val="12"/>
              </w:rPr>
              <w:t>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BRFACE3" w:hAnsi="BRFACE3" w:cs="Arial"/>
                <w:b/>
                <w:color w:val="000000"/>
                <w:sz w:val="12"/>
              </w:rPr>
              <w:t>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BRFACE3" w:hAnsi="BRFACE3" w:cs="Arial"/>
                <w:b/>
                <w:color w:val="000000"/>
                <w:sz w:val="12"/>
              </w:rPr>
              <w:t>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BRFACE3" w:hAnsi="BRFACE3" w:cs="Arial"/>
                <w:b/>
                <w:color w:val="000000"/>
                <w:sz w:val="12"/>
              </w:rPr>
              <w:t>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BRFACE3" w:hAnsi="BRFACE3" w:cs="Arial"/>
                <w:b/>
                <w:color w:val="000000"/>
                <w:sz w:val="12"/>
              </w:rPr>
              <w:t>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BRFACE3" w:hAnsi="BRFACE3" w:cs="Arial"/>
                <w:b/>
                <w:color w:val="000000"/>
                <w:sz w:val="12"/>
              </w:rPr>
              <w:t>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BRFACE3" w:hAnsi="BRFACE3" w:cs="Arial"/>
                <w:b/>
                <w:color w:val="000000"/>
                <w:sz w:val="12"/>
              </w:rPr>
              <w:t>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BRFACE3" w:hAnsi="BRFACE3" w:cs="Arial"/>
                <w:b/>
                <w:color w:val="000000"/>
                <w:sz w:val="12"/>
              </w:rPr>
              <w:t>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BRFACE3" w:hAnsi="BRFACE3" w:cs="Arial"/>
                <w:b/>
                <w:color w:val="000000"/>
                <w:sz w:val="12"/>
              </w:rPr>
              <w:t>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BRFACE3" w:hAnsi="BRFACE3" w:cs="Arial"/>
                <w:b/>
                <w:color w:val="000000"/>
                <w:sz w:val="12"/>
              </w:rPr>
              <w:t>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BRFACE3" w:hAnsi="BRFACE3" w:cs="Arial"/>
                <w:b/>
                <w:color w:val="000000"/>
                <w:sz w:val="12"/>
              </w:rPr>
              <w:t>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BRFACE3" w:hAnsi="BRFACE3" w:cs="Arial"/>
                <w:b/>
                <w:color w:val="000000"/>
                <w:sz w:val="12"/>
              </w:rPr>
              <w:t>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BRFACE3" w:hAnsi="BRFACE3" w:cs="Arial"/>
                <w:b/>
                <w:color w:val="000000"/>
                <w:sz w:val="12"/>
              </w:rPr>
              <w:t>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 xml:space="preserve"> 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Headcode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3101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3121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3141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3161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2181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3181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2201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3201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3221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2241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3241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2261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3261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2281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3281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2301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3301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2321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3321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2341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0"/>
              </w:rPr>
            </w:pPr>
            <w:r w:rsidRPr="00A93729">
              <w:rPr>
                <w:rFonts w:ascii="Arial" w:hAnsi="Arial" w:cs="Arial"/>
                <w:b/>
                <w:color w:val="000000"/>
                <w:sz w:val="10"/>
              </w:rPr>
              <w:t>Timing Type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0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A93729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A93729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A93729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A93729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A93729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A93729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A93729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A93729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A93729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A93729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A93729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A93729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A93729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A93729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A93729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A93729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A93729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A93729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A93729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A93729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A93729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Days Run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[3-]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[EJ]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[EJ]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[EJ]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31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3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 xml:space="preserve"> 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Bournemouth</w:t>
            </w:r>
          </w:p>
        </w:tc>
        <w:tc>
          <w:tcPr>
            <w:tcW w:w="31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09.40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10.40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11.40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12.40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13.40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14.40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15.40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16.40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17.40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18.40</w:t>
            </w:r>
          </w:p>
        </w:tc>
        <w:tc>
          <w:tcPr>
            <w:tcW w:w="43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Brockenhurst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09.57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10.57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11.57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12.57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13.57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14.57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15.57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16.57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17.57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18.57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Southampton Central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09.15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10.15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11.15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12.15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13.15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14.15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15.15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16.15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17.15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18.15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19.15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Southampton Airport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09.22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10.22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11.22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12.22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13.22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14.22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15.22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16.22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17.22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18.22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19.22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Winchester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09.31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10.31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11.31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12.31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13.31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14.31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15.31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16.31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17.31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18.31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19.31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Basingstoke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09.47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10.47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11.47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12.47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13.47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14.47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15.47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16.47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17.47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18.47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19.47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Reading West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10.03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11.03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12.03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13.03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14.03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15.03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16.03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17.03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18.03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19.03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20.03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Guildford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12.14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Reading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Arr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12.50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Dep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09.11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153427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sz w:val="12"/>
                <w:highlight w:val="yellow"/>
              </w:rPr>
              <w:t>10.11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153427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  <w:highlight w:val="yellow"/>
              </w:rPr>
              <w:t>11.11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  <w:highlight w:val="yellow"/>
              </w:rPr>
              <w:t>12.11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12.54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153427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  <w:highlight w:val="yellow"/>
              </w:rPr>
              <w:t>13.11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13.40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153427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  <w:highlight w:val="yellow"/>
              </w:rPr>
              <w:t>14.11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14.40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  <w:highlight w:val="yellow"/>
              </w:rPr>
              <w:t>15.11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15.40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153427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  <w:highlight w:val="yellow"/>
              </w:rPr>
              <w:t>16.11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16.41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153427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  <w:highlight w:val="yellow"/>
              </w:rPr>
              <w:t>17.11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17.40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153427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  <w:highlight w:val="yellow"/>
              </w:rPr>
              <w:t>18.11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18.41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  <w:highlight w:val="yellow"/>
              </w:rPr>
              <w:t>19.11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19.40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  <w:highlight w:val="yellow"/>
              </w:rPr>
              <w:t>20.11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20.41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Oxford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09.37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10.37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11.37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12.37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13.17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13.37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14.05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14.37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15.06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15.37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16.06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16.37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17.06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17.37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18.07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18.37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19.06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19.37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20.06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20.37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21.06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Banbury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09.54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10.54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11.54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12.54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13.35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13.54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14.24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14.54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15.25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15.54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16.25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16.54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17.25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17.54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18.25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18.54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19.25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19.54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20.25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20.54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21.24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Leamington Spa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10.12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11.12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12.12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13.12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13.52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14.12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14.42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15.12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15.43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16.12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16.43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17.12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17.43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18.12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18.43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19.12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19.43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20.12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20.43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21.12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21.42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Coventry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10.28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11.29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12.28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13.26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14.26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15.26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16.26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17.26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18.26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19.26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19.54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20.26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20.54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21.26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21.53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Birmingham International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10.40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11.40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12.40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13.38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14.38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15.38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16.38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17.38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18.38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19.38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20.04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20.38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21.04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21.38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22.03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Birmingham New Street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Arr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10.50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11.50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12.50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13.48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14.19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14.48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15.09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15.48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16.12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16.48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17.12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17.48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18.09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18.48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19.11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19.48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20.15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20.48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21.15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21.48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22.14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31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3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Birmingham New Street</w:t>
            </w:r>
          </w:p>
        </w:tc>
        <w:tc>
          <w:tcPr>
            <w:tcW w:w="31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Dep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11.01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12.01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13.01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14.01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14.30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15.01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15.30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16.01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16.30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17.01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17.30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18.01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18.30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19.01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19.30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20.01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21.01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22.01</w:t>
            </w:r>
          </w:p>
        </w:tc>
        <w:tc>
          <w:tcPr>
            <w:tcW w:w="43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Wolverhampton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11.19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12.19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13.19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14.19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15.19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16.19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17.19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18.19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19.19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20.19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21.19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22.19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Stafford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11.32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12.33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13.34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14.34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15.34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16.34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17.36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18.36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19.38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20.37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21.37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22.37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Stoke-on-Trent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11.52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12.53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13.57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14.57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15.57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16.57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17.57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18.57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19.57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20.57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21.57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22.57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Macclesfield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12.10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13.11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14.15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15.15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16.15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17.15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18.15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19.15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20.15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21.15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22.15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23.13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Crewe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Wilmslow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Stockport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12.27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13.29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14.29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15.29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16.29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17.29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18.29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19.29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20.29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21.29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22.29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23.28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Manchester Piccadilly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12.40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13.40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14.40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15.40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16.40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17.40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18.40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19.40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20.40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21.40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22.40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23.41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Derby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Arr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15.04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16.02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17.04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18.04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19.03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20.01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Dep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15.11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16.11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17.11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18.11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19.05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20.03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Sheffield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15.51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16.51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17.51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18.51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19.51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20.51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Doncaster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16.17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17.19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18.16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19.18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20.18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21.22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Wakefield Westgate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18.34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Leeds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18.58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York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16.47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17.45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19.22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19.45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20.48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21.48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Darlington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17.17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18.12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19.49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20.12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21.15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22.25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Durham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17.34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18.29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20.06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20.29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21.32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22.42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Newcastle Central</w:t>
            </w:r>
          </w:p>
        </w:tc>
        <w:tc>
          <w:tcPr>
            <w:tcW w:w="31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17.47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18.42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20.19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20.56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21.44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23.11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3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</w:tbl>
    <w:p w:rsidR="002532B1" w:rsidRDefault="002532B1" w:rsidP="008777AD">
      <w:pPr>
        <w:spacing w:line="198" w:lineRule="exact"/>
        <w:rPr>
          <w:sz w:val="2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1615"/>
        <w:gridCol w:w="319"/>
        <w:gridCol w:w="420"/>
        <w:gridCol w:w="420"/>
        <w:gridCol w:w="7998"/>
      </w:tblGrid>
      <w:tr w:rsidR="002532B1" w:rsidRPr="00A93729" w:rsidTr="008777AD">
        <w:trPr>
          <w:trHeight w:hRule="exact" w:val="108"/>
        </w:trPr>
        <w:tc>
          <w:tcPr>
            <w:tcW w:w="1077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tabs>
                <w:tab w:val="center" w:pos="5356"/>
                <w:tab w:val="right" w:pos="10712"/>
              </w:tabs>
              <w:spacing w:line="140" w:lineRule="exact"/>
              <w:rPr>
                <w:rFonts w:ascii="Arial" w:hAnsi="Arial" w:cs="Arial"/>
                <w:b/>
                <w:color w:val="000000"/>
                <w:sz w:val="14"/>
              </w:rPr>
            </w:pPr>
            <w:r w:rsidRPr="00A93729">
              <w:rPr>
                <w:rFonts w:ascii="Arial" w:hAnsi="Arial" w:cs="Arial"/>
                <w:b/>
                <w:color w:val="000000"/>
                <w:sz w:val="14"/>
              </w:rPr>
              <w:tab/>
            </w:r>
            <w:r w:rsidRPr="00A93729">
              <w:rPr>
                <w:rFonts w:ascii="Arial" w:hAnsi="Arial" w:cs="Arial"/>
                <w:b/>
                <w:color w:val="000000"/>
                <w:sz w:val="14"/>
              </w:rPr>
              <w:tab/>
              <w:t>Table 51        Sunday</w:t>
            </w:r>
          </w:p>
        </w:tc>
      </w:tr>
      <w:tr w:rsidR="002532B1" w:rsidRPr="00A93729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Train ID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1M78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1M79</w:t>
            </w:r>
          </w:p>
        </w:tc>
      </w:tr>
      <w:tr w:rsidR="002532B1" w:rsidRPr="00A93729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Catering Symbols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 xml:space="preserve"> </w:t>
            </w:r>
          </w:p>
        </w:tc>
      </w:tr>
      <w:tr w:rsidR="002532B1" w:rsidRPr="00A93729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Headcode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3341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2361</w:t>
            </w:r>
          </w:p>
        </w:tc>
      </w:tr>
      <w:tr w:rsidR="002532B1" w:rsidRPr="00A93729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0"/>
              </w:rPr>
            </w:pPr>
            <w:r w:rsidRPr="00A93729">
              <w:rPr>
                <w:rFonts w:ascii="Arial" w:hAnsi="Arial" w:cs="Arial"/>
                <w:b/>
                <w:color w:val="000000"/>
                <w:sz w:val="10"/>
              </w:rPr>
              <w:t>Timing Type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0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A93729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A93729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</w:tr>
      <w:tr w:rsidR="002532B1" w:rsidRPr="00A93729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Days Run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[EJ]</w:t>
            </w:r>
          </w:p>
        </w:tc>
      </w:tr>
      <w:tr w:rsidR="002532B1" w:rsidRPr="00A93729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31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 xml:space="preserve"> </w:t>
            </w:r>
          </w:p>
        </w:tc>
      </w:tr>
      <w:tr w:rsidR="002532B1" w:rsidRPr="00A93729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Bournemouth</w:t>
            </w:r>
          </w:p>
        </w:tc>
        <w:tc>
          <w:tcPr>
            <w:tcW w:w="31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19.40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2532B1" w:rsidRPr="00A93729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Brockenhurst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19.57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2532B1" w:rsidRPr="00A93729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Southampton Central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20.15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2532B1" w:rsidRPr="00A93729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Southampton Airport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20.22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2532B1" w:rsidRPr="00A93729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Winchester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20.31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2532B1" w:rsidRPr="00A93729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Basingstoke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20.47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2532B1" w:rsidRPr="00A93729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Reading West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21.03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2532B1" w:rsidRPr="00A93729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Guildford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2532B1" w:rsidRPr="00A93729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Reading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Arr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2532B1" w:rsidRPr="00A93729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Dep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  <w:highlight w:val="yellow"/>
              </w:rPr>
              <w:t>21.11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21.40</w:t>
            </w:r>
          </w:p>
        </w:tc>
      </w:tr>
      <w:tr w:rsidR="002532B1" w:rsidRPr="00A93729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Oxford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21.37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22.06</w:t>
            </w:r>
          </w:p>
        </w:tc>
      </w:tr>
      <w:tr w:rsidR="002532B1" w:rsidRPr="00A93729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Banbury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21.54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22.24</w:t>
            </w:r>
          </w:p>
        </w:tc>
      </w:tr>
      <w:tr w:rsidR="002532B1" w:rsidRPr="00A93729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Leamington Spa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22.12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22.42</w:t>
            </w:r>
          </w:p>
        </w:tc>
      </w:tr>
      <w:tr w:rsidR="002532B1" w:rsidRPr="00A93729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Coventry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22.23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22.53</w:t>
            </w:r>
          </w:p>
        </w:tc>
      </w:tr>
      <w:tr w:rsidR="002532B1" w:rsidRPr="00A93729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Birmingham International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22.33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23.03</w:t>
            </w:r>
          </w:p>
        </w:tc>
      </w:tr>
      <w:tr w:rsidR="002532B1" w:rsidRPr="00A93729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Birmingham New Street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Arr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22.42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23.13</w:t>
            </w:r>
          </w:p>
        </w:tc>
      </w:tr>
      <w:tr w:rsidR="002532B1" w:rsidRPr="00A93729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31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2532B1" w:rsidRPr="00A93729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Birmingham New Street</w:t>
            </w:r>
          </w:p>
        </w:tc>
        <w:tc>
          <w:tcPr>
            <w:tcW w:w="31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Dep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2532B1" w:rsidRPr="00A93729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Wolverhampton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2532B1" w:rsidRPr="00A93729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Stafford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2532B1" w:rsidRPr="00A93729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Stoke-on-Trent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2532B1" w:rsidRPr="00A93729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Macclesfield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2532B1" w:rsidRPr="00A93729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Crewe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2532B1" w:rsidRPr="00A93729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Wilmslow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2532B1" w:rsidRPr="00A93729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Stockport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2532B1" w:rsidRPr="00A93729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Manchester Piccadilly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2532B1" w:rsidRPr="00A93729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Derby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Arr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2532B1" w:rsidRPr="00A93729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Dep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2532B1" w:rsidRPr="00A93729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Sheffield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2532B1" w:rsidRPr="00A93729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Doncaster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2532B1" w:rsidRPr="00A93729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Wakefield Westgate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2532B1" w:rsidRPr="00A93729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Leeds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2532B1" w:rsidRPr="00A93729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York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2532B1" w:rsidRPr="00A93729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Darlington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2532B1" w:rsidRPr="00A93729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Durham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2532B1" w:rsidRPr="00A93729" w:rsidTr="00E96AC9">
        <w:trPr>
          <w:gridAfter w:val="1"/>
          <w:wAfter w:w="7998" w:type="dxa"/>
          <w:trHeight w:val="170"/>
        </w:trPr>
        <w:tc>
          <w:tcPr>
            <w:tcW w:w="161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Newcastle Central</w:t>
            </w:r>
          </w:p>
        </w:tc>
        <w:tc>
          <w:tcPr>
            <w:tcW w:w="31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</w:tbl>
    <w:p w:rsidR="002532B1" w:rsidRDefault="002532B1" w:rsidP="008777AD">
      <w:pPr>
        <w:spacing w:line="198" w:lineRule="exact"/>
      </w:pPr>
    </w:p>
    <w:p w:rsidR="002532B1" w:rsidRDefault="002532B1" w:rsidP="008777AD">
      <w:pPr>
        <w:spacing w:line="198" w:lineRule="exact"/>
      </w:pPr>
      <w:r w:rsidRPr="00602461">
        <w:rPr>
          <w:color w:val="FF0000"/>
        </w:rPr>
        <w:t>Red text indicates stations that cannot be served.</w:t>
      </w:r>
      <w:r>
        <w:t xml:space="preserve">  </w:t>
      </w:r>
    </w:p>
    <w:p w:rsidR="002532B1" w:rsidRPr="00602461" w:rsidRDefault="002532B1" w:rsidP="008777AD">
      <w:pPr>
        <w:spacing w:line="198" w:lineRule="exact"/>
        <w:sectPr w:rsidR="002532B1" w:rsidRPr="00602461" w:rsidSect="008777AD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7" w:h="16839"/>
          <w:pgMar w:top="537" w:right="567" w:bottom="340" w:left="567" w:header="340" w:footer="340" w:gutter="0"/>
          <w:cols w:space="708"/>
          <w:docGrid w:linePitch="360"/>
        </w:sectPr>
      </w:pPr>
      <w:r w:rsidRPr="00602461">
        <w:rPr>
          <w:highlight w:val="yellow"/>
        </w:rPr>
        <w:t>Yellow highlighted times indicated projected arrival times at Reading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1615"/>
        <w:gridCol w:w="319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38"/>
      </w:tblGrid>
      <w:tr w:rsidR="002532B1" w:rsidRPr="00A93729" w:rsidTr="008777AD">
        <w:trPr>
          <w:trHeight w:hRule="exact" w:val="108"/>
        </w:trPr>
        <w:tc>
          <w:tcPr>
            <w:tcW w:w="10772" w:type="dxa"/>
            <w:gridSpan w:val="2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tabs>
                <w:tab w:val="center" w:pos="5356"/>
                <w:tab w:val="right" w:pos="10712"/>
              </w:tabs>
              <w:spacing w:line="140" w:lineRule="exact"/>
              <w:rPr>
                <w:rFonts w:ascii="Arial" w:hAnsi="Arial" w:cs="Arial"/>
                <w:b/>
                <w:color w:val="000000"/>
                <w:sz w:val="14"/>
              </w:rPr>
            </w:pPr>
            <w:r w:rsidRPr="00A93729">
              <w:rPr>
                <w:rFonts w:ascii="Arial" w:hAnsi="Arial" w:cs="Arial"/>
                <w:b/>
                <w:color w:val="000000"/>
                <w:sz w:val="14"/>
              </w:rPr>
              <w:tab/>
            </w:r>
            <w:r w:rsidRPr="00A93729">
              <w:rPr>
                <w:rFonts w:ascii="Arial" w:hAnsi="Arial" w:cs="Arial"/>
                <w:b/>
                <w:color w:val="000000"/>
                <w:sz w:val="14"/>
              </w:rPr>
              <w:tab/>
              <w:t>Table 51        Sunday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Train ID</w:t>
            </w:r>
          </w:p>
        </w:tc>
        <w:tc>
          <w:tcPr>
            <w:tcW w:w="31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1O08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1O10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1O12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1O14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1V81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1O16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1V82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1O18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1V83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1O20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1V84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1O22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1V85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1O24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1V86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1O26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1V87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1O28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1V88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1O30</w:t>
            </w:r>
          </w:p>
        </w:tc>
        <w:tc>
          <w:tcPr>
            <w:tcW w:w="43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1O32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Catering Symbols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BRFACE3" w:hAnsi="BRFACE3" w:cs="Arial"/>
                <w:b/>
                <w:color w:val="000000"/>
                <w:sz w:val="12"/>
              </w:rPr>
              <w:t>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BRFACE3" w:hAnsi="BRFACE3" w:cs="Arial"/>
                <w:b/>
                <w:color w:val="000000"/>
                <w:sz w:val="12"/>
              </w:rPr>
              <w:t>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BRFACE3" w:hAnsi="BRFACE3" w:cs="Arial"/>
                <w:b/>
                <w:color w:val="000000"/>
                <w:sz w:val="12"/>
              </w:rPr>
              <w:t>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BRFACE3" w:hAnsi="BRFACE3" w:cs="Arial"/>
                <w:b/>
                <w:color w:val="000000"/>
                <w:sz w:val="12"/>
              </w:rPr>
              <w:t>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BRFACE3" w:hAnsi="BRFACE3" w:cs="Arial"/>
                <w:b/>
                <w:color w:val="000000"/>
                <w:sz w:val="12"/>
              </w:rPr>
              <w:t>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BRFACE3" w:hAnsi="BRFACE3" w:cs="Arial"/>
                <w:b/>
                <w:color w:val="000000"/>
                <w:sz w:val="12"/>
              </w:rPr>
              <w:t>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BRFACE3" w:hAnsi="BRFACE3" w:cs="Arial"/>
                <w:b/>
                <w:color w:val="000000"/>
                <w:sz w:val="12"/>
              </w:rPr>
              <w:t>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BRFACE3" w:hAnsi="BRFACE3" w:cs="Arial"/>
                <w:b/>
                <w:color w:val="000000"/>
                <w:sz w:val="12"/>
              </w:rPr>
              <w:t>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BRFACE3" w:hAnsi="BRFACE3" w:cs="Arial"/>
                <w:b/>
                <w:color w:val="000000"/>
                <w:sz w:val="12"/>
              </w:rPr>
              <w:t>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BRFACE3" w:hAnsi="BRFACE3" w:cs="Arial"/>
                <w:b/>
                <w:color w:val="000000"/>
                <w:sz w:val="12"/>
              </w:rPr>
              <w:t>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BRFACE3" w:hAnsi="BRFACE3" w:cs="Arial"/>
                <w:b/>
                <w:color w:val="000000"/>
                <w:sz w:val="12"/>
              </w:rPr>
              <w:t>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BRFACE3" w:hAnsi="BRFACE3" w:cs="Arial"/>
                <w:b/>
                <w:color w:val="000000"/>
                <w:sz w:val="12"/>
              </w:rPr>
              <w:t>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BRFACE3" w:hAnsi="BRFACE3" w:cs="Arial"/>
                <w:b/>
                <w:color w:val="000000"/>
                <w:sz w:val="12"/>
              </w:rPr>
              <w:t>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BRFACE3" w:hAnsi="BRFACE3" w:cs="Arial"/>
                <w:b/>
                <w:color w:val="000000"/>
                <w:sz w:val="12"/>
              </w:rPr>
              <w:t>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BRFACE3" w:hAnsi="BRFACE3" w:cs="Arial"/>
                <w:b/>
                <w:color w:val="000000"/>
                <w:sz w:val="12"/>
              </w:rPr>
              <w:t>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BRFACE3" w:hAnsi="BRFACE3" w:cs="Arial"/>
                <w:b/>
                <w:color w:val="000000"/>
                <w:sz w:val="12"/>
              </w:rPr>
              <w:t>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BRFACE3" w:hAnsi="BRFACE3" w:cs="Arial"/>
                <w:b/>
                <w:color w:val="000000"/>
                <w:sz w:val="12"/>
              </w:rPr>
              <w:t>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BRFACE3" w:hAnsi="BRFACE3" w:cs="Arial"/>
                <w:b/>
                <w:color w:val="000000"/>
                <w:sz w:val="12"/>
              </w:rPr>
              <w:t>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BRFACE3" w:hAnsi="BRFACE3" w:cs="Arial"/>
                <w:b/>
                <w:color w:val="000000"/>
                <w:sz w:val="12"/>
              </w:rPr>
              <w:t>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BRFACE3" w:hAnsi="BRFACE3" w:cs="Arial"/>
                <w:b/>
                <w:color w:val="000000"/>
                <w:sz w:val="12"/>
              </w:rPr>
              <w:t>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BRFACE3" w:hAnsi="BRFACE3" w:cs="Arial"/>
                <w:b/>
                <w:color w:val="000000"/>
                <w:sz w:val="12"/>
              </w:rPr>
              <w:t>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Headcode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3561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3581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3601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3621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2621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3641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2641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3661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2661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3681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2681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3701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2701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3721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2721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3741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2741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3781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2761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3801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2781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0"/>
              </w:rPr>
            </w:pPr>
            <w:r w:rsidRPr="00A93729">
              <w:rPr>
                <w:rFonts w:ascii="Arial" w:hAnsi="Arial" w:cs="Arial"/>
                <w:b/>
                <w:color w:val="000000"/>
                <w:sz w:val="10"/>
              </w:rPr>
              <w:t>Timing Type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0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A93729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A93729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A93729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A93729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A93729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A93729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A93729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A93729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A93729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A93729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A93729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A93729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A93729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A93729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A93729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A93729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A93729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A93729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A93729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A93729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A93729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Days Run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[HJ]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31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3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 xml:space="preserve"> 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Edinburgh Waverley</w:t>
            </w:r>
          </w:p>
        </w:tc>
        <w:tc>
          <w:tcPr>
            <w:tcW w:w="31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Arr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3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Dep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13.53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Berwick-upon-Tweed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14.33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Newcastle Central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13.35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14.35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15.23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16.35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17.35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Durham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13.48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14.49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15.36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16.48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17.48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Darlington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14.05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15.06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15.53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17.05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18.06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York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14.34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15.35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16.24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17.34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18.34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Doncaster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14.59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15.59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16.51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17.59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18.59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Sheffield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14.22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15.23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16.24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17.24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18.24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19.24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Chesterfield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14.32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Derby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Arr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14.51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15.52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16.53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17.53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18.53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19.53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Dep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13.55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14.53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15.54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16.55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17.54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18.55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19.56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Manchester Piccadilly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08.27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09.27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10.27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11.27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12.26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13.27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14.27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15.27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16.27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17.27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18.27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Stockport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08.36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09.36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10.36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11.36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12.35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13.36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14.36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15.36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16.36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17.36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18.36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Wilmslow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08.43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Crewe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09.05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Macclesfield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09.49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10.49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11.49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12.49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13.49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14.49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15.49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16.49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17.49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18.49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Stoke-on-Trent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10.07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11.07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12.07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13.07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14.07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15.07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16.07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17.08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18.08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19.07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Stafford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09.26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10.27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11.28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12.25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13.25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14.25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15.25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16.25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17.26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18.26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19.25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Wolverhampton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09.41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10.43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11.42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12.41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13.41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14.41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15.41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16.41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17.41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18.41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19.41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Birmingham New Street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Arr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09.58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10.59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12.00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12.58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13.58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14.27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14.58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15.27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15.58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16.27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16.58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17.27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17.58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18.24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18.58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19.27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19.58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20.27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31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3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Birmingham New Street</w:t>
            </w:r>
          </w:p>
        </w:tc>
        <w:tc>
          <w:tcPr>
            <w:tcW w:w="31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Dep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09.04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10.04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11.04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12.04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12.33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13.04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13.33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14.04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14.33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15.04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15.33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16.04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16.33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17.04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17.33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18.04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18.33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19.04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19.33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20.04</w:t>
            </w:r>
          </w:p>
        </w:tc>
        <w:tc>
          <w:tcPr>
            <w:tcW w:w="43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20.33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Birmingham International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09.14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10.14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11.14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12.14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13.14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14.14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15.14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16.14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17.14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18.14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19.14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20.14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Coventry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09.25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10.25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11.25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12.25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13.25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14.25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15.25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16.25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17.25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18.25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19.25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20.25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Leamington Spa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09.38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10.38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11.38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12.38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13.00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13.38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14.00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14.38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15.00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15.38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16.00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16.38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17.00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17.38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18.01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18.38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19.00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19.38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20.00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20.38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21.00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Banbury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09.55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10.55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11.55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12.55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13.19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13.55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14.19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14.55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15.19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15.55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16.19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16.55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17.19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17.55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18.20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18.55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19.19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19.55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20.19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20.55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21.19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Oxford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10.16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11.16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12.16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13.16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13.43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14.17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14.43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15.16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15.43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16.16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16.43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17.16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17.43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18.16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18.42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19.16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19.43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20.16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20.43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21.16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21.40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Reading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Arr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7D42A4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  <w:highlight w:val="yellow"/>
              </w:rPr>
              <w:t>11.42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7D42A4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  <w:highlight w:val="yellow"/>
              </w:rPr>
              <w:t>13.43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14.09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15.07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7D42A4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  <w:highlight w:val="yellow"/>
              </w:rPr>
              <w:t>15.43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16.07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17.11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  <w:highlight w:val="yellow"/>
              </w:rPr>
              <w:t>17.43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18.13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19.07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  <w:highlight w:val="yellow"/>
              </w:rPr>
              <w:t>19.43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20.13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21.11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22.07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Dep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  <w:highlight w:val="yellow"/>
              </w:rPr>
              <w:t>10.53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7D42A4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  <w:highlight w:val="yellow"/>
              </w:rPr>
              <w:t>12.53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7D42A4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  <w:highlight w:val="yellow"/>
              </w:rPr>
              <w:t>14.53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7D42A4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  <w:highlight w:val="yellow"/>
              </w:rPr>
              <w:t>16.53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7D42A4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  <w:highlight w:val="yellow"/>
              </w:rPr>
              <w:t>18.53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  <w:highlight w:val="yellow"/>
              </w:rPr>
              <w:t>20.53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  <w:highlight w:val="yellow"/>
              </w:rPr>
              <w:t>21.53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22.14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Guildford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22.42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Reading West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10.40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11.45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12.45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13.45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14.45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15.45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16.42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17.42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18.42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19.42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20.45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21.44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Basingstoke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11.10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12.10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13.10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14.10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15.10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16.10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17.10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18.10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19.10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20.10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21.10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22.10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Winchester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11.25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12.25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13.25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14.25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15.25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16.25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17.25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18.25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19.25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20.25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21.25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22.25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Southampton Airport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11.34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12.34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13.34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14.34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15.34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16.34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17.34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18.34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19.34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20.34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21.34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color w:val="FF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22.34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Southampton Central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11.45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12.45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13.45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14.45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15.45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16.45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17.45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18.45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19.45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20.45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21.45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22.42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Brockenhurst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12.03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13.03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14.02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15.03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16.03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17.03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18.03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19.02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20.03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21.03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22.03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Bournemouth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Arr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12.26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13.26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14.26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15.26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16.26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17.26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18.26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19.26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20.26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FF0000"/>
                <w:sz w:val="12"/>
              </w:rPr>
            </w:pPr>
            <w:r w:rsidRPr="00A93729">
              <w:rPr>
                <w:rFonts w:ascii="Arial" w:hAnsi="Arial" w:cs="Arial"/>
                <w:b/>
                <w:color w:val="FF0000"/>
                <w:sz w:val="12"/>
              </w:rPr>
              <w:t>21.26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22.26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  <w:tc>
          <w:tcPr>
            <w:tcW w:w="438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2532B1" w:rsidRPr="00A93729" w:rsidTr="00E96AC9">
        <w:trPr>
          <w:trHeight w:val="170"/>
        </w:trPr>
        <w:tc>
          <w:tcPr>
            <w:tcW w:w="161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31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  <w:tc>
          <w:tcPr>
            <w:tcW w:w="43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</w:tbl>
    <w:p w:rsidR="002532B1" w:rsidRDefault="002532B1" w:rsidP="008777AD">
      <w:pPr>
        <w:spacing w:line="198" w:lineRule="exact"/>
        <w:rPr>
          <w:sz w:val="2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1615"/>
        <w:gridCol w:w="319"/>
        <w:gridCol w:w="420"/>
        <w:gridCol w:w="8418"/>
      </w:tblGrid>
      <w:tr w:rsidR="002532B1" w:rsidRPr="00A93729" w:rsidTr="008777AD">
        <w:trPr>
          <w:trHeight w:hRule="exact" w:val="108"/>
        </w:trPr>
        <w:tc>
          <w:tcPr>
            <w:tcW w:w="1077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tabs>
                <w:tab w:val="center" w:pos="5356"/>
                <w:tab w:val="right" w:pos="10712"/>
              </w:tabs>
              <w:spacing w:line="140" w:lineRule="exact"/>
              <w:rPr>
                <w:rFonts w:ascii="Arial" w:hAnsi="Arial" w:cs="Arial"/>
                <w:b/>
                <w:color w:val="000000"/>
                <w:sz w:val="14"/>
              </w:rPr>
            </w:pPr>
            <w:r w:rsidRPr="00A93729">
              <w:rPr>
                <w:rFonts w:ascii="Arial" w:hAnsi="Arial" w:cs="Arial"/>
                <w:b/>
                <w:color w:val="000000"/>
                <w:sz w:val="14"/>
              </w:rPr>
              <w:tab/>
            </w:r>
            <w:r w:rsidRPr="00A93729">
              <w:rPr>
                <w:rFonts w:ascii="Arial" w:hAnsi="Arial" w:cs="Arial"/>
                <w:b/>
                <w:color w:val="000000"/>
                <w:sz w:val="14"/>
              </w:rPr>
              <w:tab/>
              <w:t>Table 51        Sunday</w:t>
            </w:r>
          </w:p>
        </w:tc>
      </w:tr>
      <w:tr w:rsidR="002532B1" w:rsidRPr="00A93729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Train ID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1V89</w:t>
            </w:r>
          </w:p>
        </w:tc>
      </w:tr>
      <w:tr w:rsidR="002532B1" w:rsidRPr="00A93729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Catering Symbols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BRFACE3" w:hAnsi="BRFACE3" w:cs="Arial"/>
                <w:b/>
                <w:color w:val="000000"/>
                <w:sz w:val="12"/>
              </w:rPr>
              <w:t></w:t>
            </w:r>
          </w:p>
        </w:tc>
      </w:tr>
      <w:tr w:rsidR="002532B1" w:rsidRPr="00A93729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Headcode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3821</w:t>
            </w:r>
          </w:p>
        </w:tc>
      </w:tr>
      <w:tr w:rsidR="002532B1" w:rsidRPr="00A93729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0"/>
              </w:rPr>
            </w:pPr>
            <w:r w:rsidRPr="00A93729">
              <w:rPr>
                <w:rFonts w:ascii="Arial" w:hAnsi="Arial" w:cs="Arial"/>
                <w:b/>
                <w:color w:val="000000"/>
                <w:sz w:val="10"/>
              </w:rPr>
              <w:t>Timing Type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0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0"/>
              </w:rPr>
            </w:pPr>
            <w:r w:rsidRPr="00A93729">
              <w:rPr>
                <w:rFonts w:ascii="Arial" w:hAnsi="Arial" w:cs="Arial"/>
                <w:b/>
                <w:color w:val="000000"/>
                <w:sz w:val="10"/>
              </w:rPr>
              <w:t>221</w:t>
            </w:r>
          </w:p>
        </w:tc>
      </w:tr>
      <w:tr w:rsidR="002532B1" w:rsidRPr="00A93729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Days Run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[EJ]</w:t>
            </w:r>
          </w:p>
        </w:tc>
      </w:tr>
      <w:tr w:rsidR="002532B1" w:rsidRPr="00A93729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31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 xml:space="preserve"> </w:t>
            </w:r>
          </w:p>
        </w:tc>
      </w:tr>
      <w:tr w:rsidR="002532B1" w:rsidRPr="00A93729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Edinburgh Waverley</w:t>
            </w:r>
          </w:p>
        </w:tc>
        <w:tc>
          <w:tcPr>
            <w:tcW w:w="31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Arr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2532B1" w:rsidRPr="00A93729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Dep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2532B1" w:rsidRPr="00A93729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Berwick-upon-Tweed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2532B1" w:rsidRPr="00A93729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Newcastle Central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2532B1" w:rsidRPr="00A93729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Durham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2532B1" w:rsidRPr="00A93729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Darlington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2532B1" w:rsidRPr="00A93729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York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2532B1" w:rsidRPr="00A93729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Doncaster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2532B1" w:rsidRPr="00A93729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Sheffield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2532B1" w:rsidRPr="00A93729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Chesterfield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2532B1" w:rsidRPr="00A93729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Derby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Arr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2532B1" w:rsidRPr="00A93729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Dep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2532B1" w:rsidRPr="00A93729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Manchester Piccadilly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19.27</w:t>
            </w:r>
          </w:p>
        </w:tc>
      </w:tr>
      <w:tr w:rsidR="002532B1" w:rsidRPr="00A93729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Stockport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19.36</w:t>
            </w:r>
          </w:p>
        </w:tc>
      </w:tr>
      <w:tr w:rsidR="002532B1" w:rsidRPr="00A93729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Wilmslow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2532B1" w:rsidRPr="00A93729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Crewe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2532B1" w:rsidRPr="00A93729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Macclesfield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19.49</w:t>
            </w:r>
          </w:p>
        </w:tc>
      </w:tr>
      <w:tr w:rsidR="002532B1" w:rsidRPr="00A93729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Stoke-on-Trent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20.07</w:t>
            </w:r>
          </w:p>
        </w:tc>
      </w:tr>
      <w:tr w:rsidR="002532B1" w:rsidRPr="00A93729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Stafford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20.27</w:t>
            </w:r>
          </w:p>
        </w:tc>
      </w:tr>
      <w:tr w:rsidR="002532B1" w:rsidRPr="00A93729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Wolverhampton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20.41</w:t>
            </w:r>
          </w:p>
        </w:tc>
      </w:tr>
      <w:tr w:rsidR="002532B1" w:rsidRPr="00A93729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Birmingham New Street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Arr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20.58</w:t>
            </w:r>
          </w:p>
        </w:tc>
      </w:tr>
      <w:tr w:rsidR="002532B1" w:rsidRPr="00A93729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31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2532B1" w:rsidRPr="00A93729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Birmingham New Street</w:t>
            </w:r>
          </w:p>
        </w:tc>
        <w:tc>
          <w:tcPr>
            <w:tcW w:w="31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Dep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21.04</w:t>
            </w:r>
          </w:p>
        </w:tc>
      </w:tr>
      <w:tr w:rsidR="002532B1" w:rsidRPr="00A93729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Birmingham International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21.14</w:t>
            </w:r>
          </w:p>
        </w:tc>
      </w:tr>
      <w:tr w:rsidR="002532B1" w:rsidRPr="00A93729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Coventry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21.24</w:t>
            </w:r>
          </w:p>
        </w:tc>
      </w:tr>
      <w:tr w:rsidR="002532B1" w:rsidRPr="00A93729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Leamington Spa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21.35</w:t>
            </w:r>
          </w:p>
        </w:tc>
      </w:tr>
      <w:tr w:rsidR="002532B1" w:rsidRPr="00A93729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Banbury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2532B1" w:rsidRPr="00A93729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Oxford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22.10</w:t>
            </w:r>
          </w:p>
        </w:tc>
      </w:tr>
      <w:tr w:rsidR="002532B1" w:rsidRPr="00A93729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Reading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Arr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22.33</w:t>
            </w:r>
          </w:p>
        </w:tc>
      </w:tr>
      <w:tr w:rsidR="002532B1" w:rsidRPr="00A93729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Dep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2532B1" w:rsidRPr="00A93729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Guildford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2532B1" w:rsidRPr="00A93729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Reading West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2532B1" w:rsidRPr="00A93729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Basingstoke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2532B1" w:rsidRPr="00A93729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Winchester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2532B1" w:rsidRPr="00A93729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Southampton Airport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2532B1" w:rsidRPr="00A93729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Southampton Central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2532B1" w:rsidRPr="00A93729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Brockenhurst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  <w:tr w:rsidR="002532B1" w:rsidRPr="00A93729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Bournemouth</w:t>
            </w:r>
          </w:p>
        </w:tc>
        <w:tc>
          <w:tcPr>
            <w:tcW w:w="319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b/>
                <w:color w:val="000000"/>
                <w:sz w:val="12"/>
              </w:rPr>
              <w:t>Arr</w:t>
            </w:r>
          </w:p>
        </w:tc>
        <w:tc>
          <w:tcPr>
            <w:tcW w:w="42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 . .</w:t>
            </w:r>
          </w:p>
        </w:tc>
      </w:tr>
      <w:tr w:rsidR="002532B1" w:rsidRPr="00A93729" w:rsidTr="00E96AC9">
        <w:trPr>
          <w:gridAfter w:val="1"/>
          <w:wAfter w:w="8418" w:type="dxa"/>
          <w:trHeight w:val="170"/>
        </w:trPr>
        <w:tc>
          <w:tcPr>
            <w:tcW w:w="161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31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rPr>
                <w:rFonts w:ascii="Arial" w:hAnsi="Arial" w:cs="Arial"/>
                <w:b/>
                <w:color w:val="000000"/>
                <w:sz w:val="12"/>
              </w:rPr>
            </w:pPr>
          </w:p>
        </w:tc>
        <w:tc>
          <w:tcPr>
            <w:tcW w:w="4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532B1" w:rsidRPr="00A93729" w:rsidRDefault="002532B1" w:rsidP="008777AD">
            <w:pPr>
              <w:spacing w:line="120" w:lineRule="exact"/>
              <w:jc w:val="center"/>
              <w:rPr>
                <w:rFonts w:ascii="Arial" w:hAnsi="Arial" w:cs="Arial"/>
                <w:b/>
                <w:color w:val="000000"/>
                <w:sz w:val="12"/>
              </w:rPr>
            </w:pPr>
            <w:r w:rsidRPr="00A93729">
              <w:rPr>
                <w:rFonts w:ascii="Arial" w:hAnsi="Arial" w:cs="Arial"/>
                <w:color w:val="000000"/>
                <w:sz w:val="12"/>
              </w:rPr>
              <w:t>. .</w:t>
            </w:r>
          </w:p>
        </w:tc>
      </w:tr>
    </w:tbl>
    <w:p w:rsidR="002532B1" w:rsidRPr="008777AD" w:rsidRDefault="002532B1" w:rsidP="00E96AC9">
      <w:pPr>
        <w:spacing w:line="198" w:lineRule="exact"/>
        <w:rPr>
          <w:sz w:val="2"/>
        </w:rPr>
      </w:pPr>
    </w:p>
    <w:sectPr w:rsidR="002532B1" w:rsidRPr="008777AD" w:rsidSect="008777AD">
      <w:headerReference w:type="default" r:id="rId12"/>
      <w:footerReference w:type="default" r:id="rId13"/>
      <w:pgSz w:w="11907" w:h="16839"/>
      <w:pgMar w:top="537" w:right="567" w:bottom="340" w:left="567" w:header="340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32B1" w:rsidRDefault="002532B1" w:rsidP="008777AD">
      <w:r>
        <w:separator/>
      </w:r>
    </w:p>
  </w:endnote>
  <w:endnote w:type="continuationSeparator" w:id="0">
    <w:p w:rsidR="002532B1" w:rsidRDefault="002532B1" w:rsidP="008777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RFACE3">
    <w:altName w:val="Symbo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2B1" w:rsidRDefault="002532B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2B1" w:rsidRPr="008777AD" w:rsidRDefault="002532B1" w:rsidP="008777AD">
    <w:pPr>
      <w:pStyle w:val="Footer"/>
      <w:shd w:val="clear" w:color="auto" w:fill="FFFFFF"/>
      <w:tabs>
        <w:tab w:val="clear" w:pos="4513"/>
        <w:tab w:val="clear" w:pos="9026"/>
        <w:tab w:val="center" w:pos="5386"/>
        <w:tab w:val="right" w:pos="10772"/>
      </w:tabs>
      <w:spacing w:line="120" w:lineRule="exact"/>
      <w:jc w:val="center"/>
      <w:rPr>
        <w:rFonts w:ascii="Arial" w:hAnsi="Arial" w:cs="Arial"/>
        <w:color w:val="000000"/>
        <w:sz w:val="12"/>
      </w:rPr>
    </w:pPr>
    <w:r>
      <w:rPr>
        <w:rFonts w:ascii="Arial" w:hAnsi="Arial" w:cs="Arial"/>
        <w:color w:val="000000"/>
        <w:sz w:val="12"/>
      </w:rPr>
      <w:t>Page 1 of 2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2B1" w:rsidRDefault="002532B1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2B1" w:rsidRPr="008777AD" w:rsidRDefault="002532B1" w:rsidP="008777AD">
    <w:pPr>
      <w:pStyle w:val="Footer"/>
      <w:shd w:val="clear" w:color="auto" w:fill="FFFFFF"/>
      <w:tabs>
        <w:tab w:val="clear" w:pos="4513"/>
        <w:tab w:val="clear" w:pos="9026"/>
        <w:tab w:val="center" w:pos="5386"/>
        <w:tab w:val="right" w:pos="10772"/>
      </w:tabs>
      <w:spacing w:line="120" w:lineRule="exact"/>
      <w:jc w:val="center"/>
      <w:rPr>
        <w:rFonts w:ascii="Arial" w:hAnsi="Arial" w:cs="Arial"/>
        <w:color w:val="000000"/>
        <w:sz w:val="12"/>
      </w:rPr>
    </w:pPr>
    <w:r>
      <w:rPr>
        <w:rFonts w:ascii="Arial" w:hAnsi="Arial" w:cs="Arial"/>
        <w:color w:val="000000"/>
        <w:sz w:val="12"/>
      </w:rPr>
      <w:t>Page 2 of 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32B1" w:rsidRDefault="002532B1" w:rsidP="008777AD">
      <w:r>
        <w:separator/>
      </w:r>
    </w:p>
  </w:footnote>
  <w:footnote w:type="continuationSeparator" w:id="0">
    <w:p w:rsidR="002532B1" w:rsidRDefault="002532B1" w:rsidP="008777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2B1" w:rsidRDefault="002532B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2B1" w:rsidRPr="008777AD" w:rsidRDefault="002532B1" w:rsidP="008777AD">
    <w:pPr>
      <w:pStyle w:val="Header"/>
      <w:shd w:val="clear" w:color="auto" w:fill="FFFFFF"/>
      <w:tabs>
        <w:tab w:val="clear" w:pos="4513"/>
        <w:tab w:val="clear" w:pos="9026"/>
        <w:tab w:val="center" w:pos="5386"/>
        <w:tab w:val="right" w:pos="10772"/>
      </w:tabs>
      <w:spacing w:line="120" w:lineRule="exact"/>
      <w:rPr>
        <w:rFonts w:ascii="Arial" w:hAnsi="Arial" w:cs="Arial"/>
        <w:color w:val="000000"/>
        <w:sz w:val="12"/>
      </w:rPr>
    </w:pPr>
    <w:r>
      <w:rPr>
        <w:rFonts w:ascii="Arial" w:hAnsi="Arial" w:cs="Arial"/>
        <w:color w:val="000000"/>
        <w:sz w:val="12"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2B1" w:rsidRDefault="002532B1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2B1" w:rsidRPr="008777AD" w:rsidRDefault="002532B1" w:rsidP="008777AD">
    <w:pPr>
      <w:pStyle w:val="Header"/>
      <w:shd w:val="clear" w:color="auto" w:fill="FFFFFF"/>
      <w:tabs>
        <w:tab w:val="clear" w:pos="4513"/>
        <w:tab w:val="clear" w:pos="9026"/>
        <w:tab w:val="center" w:pos="5386"/>
        <w:tab w:val="right" w:pos="10772"/>
      </w:tabs>
      <w:spacing w:line="120" w:lineRule="exact"/>
      <w:rPr>
        <w:rFonts w:ascii="Arial" w:hAnsi="Arial" w:cs="Arial"/>
        <w:color w:val="000000"/>
        <w:sz w:val="12"/>
      </w:rPr>
    </w:pPr>
    <w:r>
      <w:rPr>
        <w:rFonts w:ascii="Arial" w:hAnsi="Arial" w:cs="Arial"/>
        <w:color w:val="000000"/>
        <w:sz w:val="12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6282"/>
    <w:rsid w:val="00103DFC"/>
    <w:rsid w:val="00153427"/>
    <w:rsid w:val="002532B1"/>
    <w:rsid w:val="00386B7D"/>
    <w:rsid w:val="00602461"/>
    <w:rsid w:val="007D42A4"/>
    <w:rsid w:val="008777AD"/>
    <w:rsid w:val="008C5DAE"/>
    <w:rsid w:val="0093458D"/>
    <w:rsid w:val="00941362"/>
    <w:rsid w:val="009548DF"/>
    <w:rsid w:val="00A2519B"/>
    <w:rsid w:val="00A86282"/>
    <w:rsid w:val="00A93729"/>
    <w:rsid w:val="00B83F3C"/>
    <w:rsid w:val="00E96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9548DF"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548D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548D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548D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548DF"/>
    <w:pPr>
      <w:keepNext/>
      <w:spacing w:before="240" w:after="60"/>
      <w:outlineLvl w:val="3"/>
    </w:pPr>
    <w:rPr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548DF"/>
    <w:pPr>
      <w:spacing w:before="240" w:after="60"/>
      <w:outlineLvl w:val="4"/>
    </w:pPr>
    <w:rPr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548DF"/>
    <w:pPr>
      <w:spacing w:before="240" w:after="60"/>
      <w:outlineLvl w:val="5"/>
    </w:pPr>
    <w:rPr>
      <w:b/>
      <w:bCs/>
      <w:sz w:val="20"/>
      <w:szCs w:val="20"/>
      <w:lang w:val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548DF"/>
    <w:pPr>
      <w:spacing w:before="240" w:after="60"/>
      <w:outlineLvl w:val="6"/>
    </w:pPr>
    <w:rPr>
      <w:lang w:val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548DF"/>
    <w:pPr>
      <w:spacing w:before="240" w:after="60"/>
      <w:outlineLvl w:val="7"/>
    </w:pPr>
    <w:rPr>
      <w:i/>
      <w:iCs/>
      <w:lang w:val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548DF"/>
    <w:pPr>
      <w:spacing w:before="240" w:after="60"/>
      <w:outlineLvl w:val="8"/>
    </w:pPr>
    <w:rPr>
      <w:rFonts w:ascii="Cambria" w:eastAsia="Times New Roman" w:hAnsi="Cambria"/>
      <w:sz w:val="20"/>
      <w:szCs w:val="20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548DF"/>
    <w:rPr>
      <w:rFonts w:ascii="Cambria" w:hAnsi="Cambria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548DF"/>
    <w:rPr>
      <w:rFonts w:ascii="Cambria" w:hAnsi="Cambria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548DF"/>
    <w:rPr>
      <w:rFonts w:ascii="Cambria" w:hAnsi="Cambria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548DF"/>
    <w:rPr>
      <w:b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9548DF"/>
    <w:rPr>
      <w:b/>
      <w:i/>
      <w:sz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9548DF"/>
    <w:rPr>
      <w:b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9548DF"/>
    <w:rPr>
      <w:sz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9548DF"/>
    <w:rPr>
      <w:i/>
      <w:sz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548DF"/>
    <w:rPr>
      <w:rFonts w:ascii="Cambria" w:hAnsi="Cambria"/>
    </w:rPr>
  </w:style>
  <w:style w:type="paragraph" w:styleId="Title">
    <w:name w:val="Title"/>
    <w:basedOn w:val="Normal"/>
    <w:next w:val="Normal"/>
    <w:link w:val="TitleChar"/>
    <w:uiPriority w:val="99"/>
    <w:qFormat/>
    <w:rsid w:val="009548DF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9548DF"/>
    <w:rPr>
      <w:rFonts w:ascii="Cambria" w:hAnsi="Cambria"/>
      <w:b/>
      <w:kern w:val="28"/>
      <w:sz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9548DF"/>
    <w:pPr>
      <w:spacing w:after="60"/>
      <w:jc w:val="center"/>
      <w:outlineLvl w:val="1"/>
    </w:pPr>
    <w:rPr>
      <w:rFonts w:ascii="Cambria" w:eastAsia="Times New Roman" w:hAnsi="Cambria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9548DF"/>
    <w:rPr>
      <w:rFonts w:ascii="Cambria" w:hAnsi="Cambria"/>
      <w:sz w:val="24"/>
    </w:rPr>
  </w:style>
  <w:style w:type="character" w:styleId="Strong">
    <w:name w:val="Strong"/>
    <w:basedOn w:val="DefaultParagraphFont"/>
    <w:uiPriority w:val="99"/>
    <w:qFormat/>
    <w:rsid w:val="009548DF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9548DF"/>
    <w:rPr>
      <w:rFonts w:ascii="Calibri" w:hAnsi="Calibri" w:cs="Times New Roman"/>
      <w:b/>
      <w:i/>
    </w:rPr>
  </w:style>
  <w:style w:type="paragraph" w:styleId="NoSpacing">
    <w:name w:val="No Spacing"/>
    <w:basedOn w:val="Normal"/>
    <w:uiPriority w:val="99"/>
    <w:qFormat/>
    <w:rsid w:val="009548DF"/>
    <w:rPr>
      <w:szCs w:val="32"/>
    </w:rPr>
  </w:style>
  <w:style w:type="paragraph" w:styleId="ListParagraph">
    <w:name w:val="List Paragraph"/>
    <w:basedOn w:val="Normal"/>
    <w:uiPriority w:val="99"/>
    <w:qFormat/>
    <w:rsid w:val="009548D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9548DF"/>
    <w:rPr>
      <w:i/>
      <w:lang w:val="en-US"/>
    </w:rPr>
  </w:style>
  <w:style w:type="character" w:customStyle="1" w:styleId="QuoteChar">
    <w:name w:val="Quote Char"/>
    <w:basedOn w:val="DefaultParagraphFont"/>
    <w:link w:val="Quote"/>
    <w:uiPriority w:val="99"/>
    <w:locked/>
    <w:rsid w:val="009548DF"/>
    <w:rPr>
      <w:i/>
      <w:sz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9548DF"/>
    <w:pPr>
      <w:ind w:left="720" w:right="720"/>
    </w:pPr>
    <w:rPr>
      <w:b/>
      <w:i/>
      <w:szCs w:val="20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9548DF"/>
    <w:rPr>
      <w:b/>
      <w:i/>
      <w:sz w:val="24"/>
    </w:rPr>
  </w:style>
  <w:style w:type="character" w:styleId="SubtleEmphasis">
    <w:name w:val="Subtle Emphasis"/>
    <w:basedOn w:val="DefaultParagraphFont"/>
    <w:uiPriority w:val="99"/>
    <w:qFormat/>
    <w:rsid w:val="009548DF"/>
    <w:rPr>
      <w:i/>
      <w:color w:val="5A5A5A"/>
    </w:rPr>
  </w:style>
  <w:style w:type="character" w:styleId="IntenseEmphasis">
    <w:name w:val="Intense Emphasis"/>
    <w:basedOn w:val="DefaultParagraphFont"/>
    <w:uiPriority w:val="99"/>
    <w:qFormat/>
    <w:rsid w:val="009548DF"/>
    <w:rPr>
      <w:b/>
      <w:i/>
      <w:sz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9548DF"/>
    <w:rPr>
      <w:sz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9548DF"/>
    <w:rPr>
      <w:b/>
      <w:sz w:val="24"/>
      <w:u w:val="single"/>
    </w:rPr>
  </w:style>
  <w:style w:type="character" w:styleId="BookTitle">
    <w:name w:val="Book Title"/>
    <w:basedOn w:val="DefaultParagraphFont"/>
    <w:uiPriority w:val="99"/>
    <w:qFormat/>
    <w:rsid w:val="009548DF"/>
    <w:rPr>
      <w:rFonts w:ascii="Cambria" w:hAnsi="Cambria"/>
      <w:b/>
      <w:i/>
      <w:sz w:val="24"/>
    </w:rPr>
  </w:style>
  <w:style w:type="paragraph" w:styleId="TOCHeading">
    <w:name w:val="TOC Heading"/>
    <w:basedOn w:val="Heading1"/>
    <w:next w:val="Normal"/>
    <w:uiPriority w:val="99"/>
    <w:qFormat/>
    <w:rsid w:val="009548DF"/>
    <w:pPr>
      <w:outlineLvl w:val="9"/>
    </w:pPr>
  </w:style>
  <w:style w:type="paragraph" w:styleId="Header">
    <w:name w:val="header"/>
    <w:basedOn w:val="Normal"/>
    <w:link w:val="HeaderChar"/>
    <w:uiPriority w:val="99"/>
    <w:rsid w:val="008777A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777AD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8777A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777AD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2039</Words>
  <Characters>11627</Characters>
  <Application>Microsoft Office Outlook</Application>
  <DocSecurity>0</DocSecurity>
  <Lines>0</Lines>
  <Paragraphs>0</Paragraphs>
  <ScaleCrop>false</ScaleCrop>
  <Company>Crosscountry Trains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Kirsty Jarvis</dc:creator>
  <cp:keywords/>
  <dc:description/>
  <cp:lastModifiedBy>Tony  Skilton</cp:lastModifiedBy>
  <cp:revision>2</cp:revision>
  <dcterms:created xsi:type="dcterms:W3CDTF">2012-11-14T13:06:00Z</dcterms:created>
  <dcterms:modified xsi:type="dcterms:W3CDTF">2012-11-14T13:06:00Z</dcterms:modified>
</cp:coreProperties>
</file>