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C04" w:rsidRDefault="00B77C04">
      <w:pPr>
        <w:rPr>
          <w:lang w:val="en-GB"/>
        </w:rPr>
      </w:pPr>
    </w:p>
    <w:p w:rsidR="00B77C04" w:rsidRDefault="00B77C04">
      <w:pPr>
        <w:rPr>
          <w:noProof/>
          <w:lang w:val="en-GB" w:eastAsia="en-GB"/>
        </w:rPr>
      </w:pPr>
      <w:r w:rsidRPr="005F2DF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i1025" type="#_x0000_t75" style="width:601.5pt;height:383.25pt;rotation:90;visibility:visible">
            <v:imagedata r:id="rId6" o:title=""/>
          </v:shape>
        </w:pict>
      </w:r>
      <w:r>
        <w:rPr>
          <w:noProof/>
          <w:lang w:val="en-GB" w:eastAsia="en-GB"/>
        </w:rPr>
        <w:br w:type="page"/>
      </w:r>
    </w:p>
    <w:p w:rsidR="00B77C04" w:rsidRDefault="00B77C04">
      <w:pPr>
        <w:rPr>
          <w:lang w:val="en-GB"/>
        </w:rPr>
      </w:pPr>
      <w:bookmarkStart w:id="0" w:name="_GoBack"/>
      <w:bookmarkEnd w:id="0"/>
    </w:p>
    <w:p w:rsidR="00B77C04" w:rsidRPr="005634F1" w:rsidRDefault="00B77C04">
      <w:pPr>
        <w:rPr>
          <w:lang w:val="en-GB"/>
        </w:rPr>
      </w:pPr>
      <w:r w:rsidRPr="005F2DFB">
        <w:rPr>
          <w:noProof/>
        </w:rPr>
        <w:pict>
          <v:shape id="Picture 3" o:spid="_x0000_i1026" type="#_x0000_t75" style="width:565.5pt;height:369.75pt;rotation:90;visibility:visible">
            <v:imagedata r:id="rId7" o:title=""/>
          </v:shape>
        </w:pict>
      </w:r>
    </w:p>
    <w:sectPr w:rsidR="00B77C04" w:rsidRPr="005634F1" w:rsidSect="007B10F8">
      <w:headerReference w:type="default" r:id="rId8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7C04" w:rsidRDefault="00B77C04" w:rsidP="00AB68B3">
      <w:r>
        <w:separator/>
      </w:r>
    </w:p>
  </w:endnote>
  <w:endnote w:type="continuationSeparator" w:id="0">
    <w:p w:rsidR="00B77C04" w:rsidRDefault="00B77C04" w:rsidP="00AB68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7C04" w:rsidRDefault="00B77C04" w:rsidP="00AB68B3">
      <w:r>
        <w:separator/>
      </w:r>
    </w:p>
  </w:footnote>
  <w:footnote w:type="continuationSeparator" w:id="0">
    <w:p w:rsidR="00B77C04" w:rsidRDefault="00B77C04" w:rsidP="00AB68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C04" w:rsidRDefault="00B77C04" w:rsidP="00AB68B3">
    <w:pPr>
      <w:rPr>
        <w:lang w:val="en-GB"/>
      </w:rPr>
    </w:pPr>
    <w:r>
      <w:t>Appendix E: Extract of NR 2013 EAS Section 4</w:t>
    </w:r>
  </w:p>
  <w:p w:rsidR="00B77C04" w:rsidRDefault="00B77C0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34F1"/>
    <w:rsid w:val="001759D8"/>
    <w:rsid w:val="00287A19"/>
    <w:rsid w:val="002E6022"/>
    <w:rsid w:val="00366359"/>
    <w:rsid w:val="003B6EB2"/>
    <w:rsid w:val="005634F1"/>
    <w:rsid w:val="005F2DFB"/>
    <w:rsid w:val="00732F9E"/>
    <w:rsid w:val="007340D3"/>
    <w:rsid w:val="007B10F8"/>
    <w:rsid w:val="00A74FCC"/>
    <w:rsid w:val="00AB68B3"/>
    <w:rsid w:val="00B77C04"/>
    <w:rsid w:val="00C6758E"/>
    <w:rsid w:val="00F14B85"/>
    <w:rsid w:val="00FF7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0F8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5634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634F1"/>
    <w:rPr>
      <w:rFonts w:ascii="Tahoma" w:hAnsi="Tahoma" w:cs="Tahoma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rsid w:val="00AB68B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B68B3"/>
    <w:rPr>
      <w:rFonts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AB68B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B68B3"/>
    <w:rPr>
      <w:rFonts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1</Words>
  <Characters>6</Characters>
  <Application>Microsoft Office Outlook</Application>
  <DocSecurity>0</DocSecurity>
  <Lines>0</Lines>
  <Paragraphs>0</Paragraphs>
  <ScaleCrop>false</ScaleCrop>
  <Company>Crosscountry Trains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John Cherrington</dc:creator>
  <cp:keywords/>
  <dc:description/>
  <cp:lastModifiedBy>Tony  Skilton</cp:lastModifiedBy>
  <cp:revision>2</cp:revision>
  <cp:lastPrinted>2013-01-24T13:51:00Z</cp:lastPrinted>
  <dcterms:created xsi:type="dcterms:W3CDTF">2013-01-24T13:51:00Z</dcterms:created>
  <dcterms:modified xsi:type="dcterms:W3CDTF">2013-01-24T13:51:00Z</dcterms:modified>
</cp:coreProperties>
</file>